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03105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B0F9D">
        <w:rPr>
          <w:rFonts w:ascii="Corbel" w:hAnsi="Corbel"/>
          <w:i/>
          <w:sz w:val="24"/>
          <w:szCs w:val="24"/>
        </w:rPr>
        <w:tab/>
      </w: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9D26E5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 xml:space="preserve">Rok </w:t>
      </w:r>
      <w:r w:rsidR="0050526F">
        <w:rPr>
          <w:rFonts w:ascii="Corbel" w:hAnsi="Corbel"/>
          <w:sz w:val="20"/>
          <w:szCs w:val="20"/>
        </w:rPr>
        <w:t>akademicki 2024</w:t>
      </w:r>
      <w:r w:rsidR="00D03105">
        <w:rPr>
          <w:rFonts w:ascii="Corbel" w:hAnsi="Corbel"/>
          <w:sz w:val="20"/>
          <w:szCs w:val="20"/>
        </w:rPr>
        <w:t>/2025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F0453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F0453">
              <w:rPr>
                <w:rFonts w:ascii="Corbel" w:hAnsi="Corbel"/>
                <w:sz w:val="24"/>
                <w:szCs w:val="24"/>
              </w:rPr>
              <w:t>Postępowanie karne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603CF" w:rsidRDefault="0085747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3603C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379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F5C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</w:t>
            </w:r>
            <w:r w:rsidR="003603CF" w:rsidRPr="005A2B78">
              <w:rPr>
                <w:rFonts w:ascii="Corbel" w:hAnsi="Corbel"/>
                <w:b w:val="0"/>
                <w:sz w:val="24"/>
                <w:szCs w:val="24"/>
              </w:rPr>
              <w:t xml:space="preserve"> Karnego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Procesowego</w:t>
            </w:r>
            <w:r w:rsidR="006F0453"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 xml:space="preserve"> Instytut Nauk Prawnych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Jed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5A2B78">
              <w:rPr>
                <w:rFonts w:ascii="Corbel" w:hAnsi="Corbel"/>
                <w:b w:val="0"/>
                <w:sz w:val="24"/>
                <w:szCs w:val="24"/>
              </w:rPr>
              <w:t>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 xml:space="preserve">Rok III, semestr </w:t>
            </w:r>
            <w:r w:rsidR="00913AEC">
              <w:rPr>
                <w:rFonts w:ascii="Corbel" w:hAnsi="Corbel"/>
                <w:b w:val="0"/>
                <w:sz w:val="24"/>
                <w:szCs w:val="24"/>
              </w:rPr>
              <w:t xml:space="preserve">V i </w:t>
            </w:r>
            <w:r w:rsidRPr="005A2B78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AA6BF8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D739A" w:rsidRDefault="00BD73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sz w:val="24"/>
                <w:szCs w:val="24"/>
              </w:rPr>
              <w:t xml:space="preserve">Dr hab. P. K. Sowiński, prof. </w:t>
            </w:r>
            <w:proofErr w:type="spellStart"/>
            <w:r w:rsidRPr="00BD739A">
              <w:rPr>
                <w:rFonts w:ascii="Corbel" w:hAnsi="Corbel"/>
                <w:b w:val="0"/>
                <w:sz w:val="24"/>
                <w:szCs w:val="24"/>
              </w:rPr>
              <w:t>nadzw</w:t>
            </w:r>
            <w:proofErr w:type="spellEnd"/>
            <w:r w:rsidRPr="00BD739A">
              <w:rPr>
                <w:rFonts w:ascii="Corbel" w:hAnsi="Corbel"/>
                <w:b w:val="0"/>
                <w:sz w:val="24"/>
                <w:szCs w:val="24"/>
              </w:rPr>
              <w:t>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D739A" w:rsidRPr="00BD739A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sz w:val="24"/>
                <w:szCs w:val="24"/>
              </w:rPr>
              <w:t xml:space="preserve">Dr hab. P. K. Sowiński, prof. </w:t>
            </w:r>
            <w:proofErr w:type="spellStart"/>
            <w:r w:rsidRPr="00BD739A">
              <w:rPr>
                <w:rFonts w:ascii="Corbel" w:hAnsi="Corbel"/>
                <w:b w:val="0"/>
                <w:sz w:val="24"/>
                <w:szCs w:val="24"/>
              </w:rPr>
              <w:t>nadzw</w:t>
            </w:r>
            <w:proofErr w:type="spellEnd"/>
            <w:r w:rsidRPr="00BD739A">
              <w:rPr>
                <w:rFonts w:ascii="Corbel" w:hAnsi="Corbel"/>
                <w:b w:val="0"/>
                <w:sz w:val="24"/>
                <w:szCs w:val="24"/>
              </w:rPr>
              <w:t>. UR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  <w:p w:rsidR="003603CF" w:rsidRPr="005A2B78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M.</w:t>
            </w:r>
            <w:r w:rsidR="003603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Klejnowska</w:t>
            </w:r>
            <w:proofErr w:type="spellEnd"/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prof. </w:t>
            </w:r>
            <w:proofErr w:type="spellStart"/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nadzw</w:t>
            </w:r>
            <w:proofErr w:type="spellEnd"/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. UR,</w:t>
            </w:r>
          </w:p>
          <w:p w:rsidR="00BD739A" w:rsidRPr="00BD739A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r A.</w:t>
            </w:r>
            <w:r w:rsidR="003603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Masłowska, </w:t>
            </w:r>
          </w:p>
          <w:p w:rsidR="0085747A" w:rsidRPr="00BD739A" w:rsidRDefault="00C22E15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603CF" w:rsidRPr="00BD739A">
              <w:rPr>
                <w:rFonts w:ascii="Corbel" w:hAnsi="Corbel"/>
                <w:b w:val="0"/>
                <w:color w:val="auto"/>
                <w:sz w:val="24"/>
                <w:szCs w:val="24"/>
              </w:rPr>
              <w:t>r B. Bachurska</w:t>
            </w:r>
            <w:r w:rsidR="00BD739A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</w:p>
          <w:p w:rsidR="00BD739A" w:rsidRPr="003603CF" w:rsidRDefault="00813B8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D. Barczak</w:t>
            </w:r>
          </w:p>
        </w:tc>
      </w:tr>
    </w:tbl>
    <w:p w:rsidR="00923D7D" w:rsidRPr="009C54AE" w:rsidRDefault="0085747A" w:rsidP="00B935B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13A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217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D73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217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D739A" w:rsidRPr="009C54AE" w:rsidTr="00BD739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8217F8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6F0453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711C2" w:rsidRPr="009C54AE" w:rsidTr="00BD739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C2" w:rsidRDefault="004711C2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C2" w:rsidRDefault="004711C2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C2" w:rsidRDefault="004711C2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C2" w:rsidRPr="009C54AE" w:rsidRDefault="004711C2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C2" w:rsidRPr="009C54AE" w:rsidRDefault="004711C2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C2" w:rsidRPr="009C54AE" w:rsidRDefault="004711C2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C2" w:rsidRPr="009C54AE" w:rsidRDefault="004711C2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C2" w:rsidRPr="009C54AE" w:rsidRDefault="004711C2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C2" w:rsidRPr="009C54AE" w:rsidRDefault="004711C2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C2" w:rsidRDefault="004711C2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A6B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A6BF8" w:rsidRPr="005A2B78" w:rsidRDefault="00AA6BF8" w:rsidP="00AA6BF8">
      <w:pPr>
        <w:spacing w:after="0" w:line="240" w:lineRule="auto"/>
        <w:ind w:firstLine="709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Wykład: egzamin pisemny</w:t>
      </w:r>
      <w:r w:rsidRPr="005A2B78">
        <w:rPr>
          <w:rFonts w:ascii="Corbel" w:eastAsia="Times New Roman" w:hAnsi="Corbel"/>
          <w:sz w:val="24"/>
          <w:szCs w:val="24"/>
          <w:lang w:eastAsia="pl-PL"/>
        </w:rPr>
        <w:t xml:space="preserve">  </w:t>
      </w:r>
    </w:p>
    <w:p w:rsidR="00AA6BF8" w:rsidRPr="005A2B78" w:rsidRDefault="00AA6BF8" w:rsidP="00AA6BF8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>
        <w:rPr>
          <w:rFonts w:ascii="Corbel" w:eastAsia="Times New Roman" w:hAnsi="Corbel"/>
          <w:b w:val="0"/>
          <w:smallCaps w:val="0"/>
          <w:szCs w:val="24"/>
          <w:lang w:eastAsia="pl-PL"/>
        </w:rPr>
        <w:t>Ć</w:t>
      </w:r>
      <w:r w:rsidRPr="005A2B78">
        <w:rPr>
          <w:rFonts w:ascii="Corbel" w:eastAsia="Times New Roman" w:hAnsi="Corbel"/>
          <w:b w:val="0"/>
          <w:smallCaps w:val="0"/>
          <w:szCs w:val="24"/>
          <w:lang w:eastAsia="pl-PL"/>
        </w:rPr>
        <w:t>wiczenia audytoryjne i</w:t>
      </w:r>
      <w:r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praktyczne: zaliczenie z oceną</w:t>
      </w:r>
      <w:r w:rsidRPr="005A2B78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  </w:t>
      </w:r>
    </w:p>
    <w:p w:rsidR="00311F2C" w:rsidRDefault="00311F2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6F0453" w:rsidRPr="009C54AE" w:rsidRDefault="006F045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AA6BF8" w:rsidRPr="005A2B78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historii procesu karnego.</w:t>
            </w:r>
          </w:p>
          <w:p w:rsidR="00AA6BF8" w:rsidRPr="005A2B78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podstawowej terminologii prawniczej.</w:t>
            </w:r>
          </w:p>
          <w:p w:rsidR="00AA6BF8" w:rsidRPr="005A2B78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Znajomość metod wykładni prawniczej.</w:t>
            </w:r>
          </w:p>
          <w:p w:rsidR="0085747A" w:rsidRPr="009C54AE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prawa karnego materialnego.</w:t>
            </w:r>
          </w:p>
        </w:tc>
      </w:tr>
    </w:tbl>
    <w:p w:rsidR="00311F2C" w:rsidRDefault="00311F2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E8197E" w:rsidRPr="005E6E85" w:rsidTr="007F1472">
        <w:tc>
          <w:tcPr>
            <w:tcW w:w="675" w:type="dxa"/>
            <w:vAlign w:val="center"/>
          </w:tcPr>
          <w:p w:rsidR="00E8197E" w:rsidRPr="005A2B78" w:rsidRDefault="00E8197E" w:rsidP="007F1472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E8197E" w:rsidRPr="005A2B78" w:rsidRDefault="00E8197E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A2B78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 ma za zadanie:  zapoznanie studentów z  terminologią, instytucjami oraz przebiegiem procesu karnego, a także z poglądami doktryny, aktualnym orzecznictwem sądowym w sprawach karnych  z uwzględnieniem standardów konstytucyjnych, europejskich i międzynarodowych.</w:t>
            </w:r>
          </w:p>
        </w:tc>
      </w:tr>
      <w:tr w:rsidR="00E8197E" w:rsidRPr="00341DFC" w:rsidTr="007F1472">
        <w:tc>
          <w:tcPr>
            <w:tcW w:w="675" w:type="dxa"/>
            <w:vAlign w:val="center"/>
          </w:tcPr>
          <w:p w:rsidR="00E8197E" w:rsidRPr="005A2B78" w:rsidRDefault="00E8197E" w:rsidP="007F147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E8197E" w:rsidRPr="005A2B78" w:rsidRDefault="00E8197E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>Ćwiczenia mają za zadanie: zapoznanie studenta z praktyką stosowania przepisów kodeksu postępowania karnego w przykładach konkretnych spraw karnych oraz sporządzaniem projektów decyzji i pism procesowych w sprawach karnych.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57"/>
        <w:gridCol w:w="1887"/>
      </w:tblGrid>
      <w:tr w:rsidR="0085747A" w:rsidRPr="009C54AE" w:rsidTr="00E8197E">
        <w:tc>
          <w:tcPr>
            <w:tcW w:w="1701" w:type="dxa"/>
            <w:vAlign w:val="center"/>
          </w:tcPr>
          <w:p w:rsidR="0085747A" w:rsidRPr="00E819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8197E">
              <w:rPr>
                <w:rFonts w:ascii="Corbel" w:hAnsi="Corbel"/>
                <w:smallCaps w:val="0"/>
                <w:szCs w:val="24"/>
              </w:rPr>
              <w:t xml:space="preserve"> (</w:t>
            </w:r>
            <w:r w:rsidR="00C05F44" w:rsidRPr="00E8197E">
              <w:rPr>
                <w:rFonts w:ascii="Corbel" w:hAnsi="Corbel"/>
                <w:smallCaps w:val="0"/>
                <w:szCs w:val="24"/>
              </w:rPr>
              <w:t>efekt uczenia się</w:t>
            </w:r>
            <w:r w:rsidR="00B82308" w:rsidRPr="00E8197E">
              <w:rPr>
                <w:rFonts w:ascii="Corbel" w:hAnsi="Corbel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E819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 xml:space="preserve">Treść efektu </w:t>
            </w:r>
            <w:r w:rsidR="00C05F44" w:rsidRPr="00E8197E">
              <w:rPr>
                <w:rFonts w:ascii="Corbel" w:hAnsi="Corbel"/>
                <w:smallCaps w:val="0"/>
                <w:szCs w:val="24"/>
              </w:rPr>
              <w:t xml:space="preserve">uczenia się </w:t>
            </w:r>
            <w:r w:rsidRPr="00E8197E">
              <w:rPr>
                <w:rFonts w:ascii="Corbel" w:hAnsi="Corbel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91" w:type="dxa"/>
            <w:vAlign w:val="center"/>
          </w:tcPr>
          <w:p w:rsidR="0085747A" w:rsidRPr="00E819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 xml:space="preserve">Odniesienie do efektów  kierunkowych </w:t>
            </w:r>
            <w:r w:rsidR="0030395F" w:rsidRPr="00E8197E">
              <w:rPr>
                <w:rStyle w:val="Odwoanieprzypisudolnego"/>
                <w:rFonts w:ascii="Corbel" w:hAnsi="Corbel"/>
                <w:smallCaps w:val="0"/>
                <w:szCs w:val="24"/>
              </w:rPr>
              <w:footnoteReference w:id="1"/>
            </w:r>
          </w:p>
        </w:tc>
      </w:tr>
      <w:tr w:rsidR="00E8197E" w:rsidRPr="005A2B78" w:rsidTr="00E8197E"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Student definiuje podstawowe pojęcia z postępowania karnego.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6</w:t>
            </w:r>
          </w:p>
        </w:tc>
      </w:tr>
      <w:tr w:rsidR="00E8197E" w:rsidRPr="005A2B78" w:rsidTr="00E8197E"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 xml:space="preserve">Student wymienia źródła prawa karnego procesowego, wskazuje przedmiot, cele i funkcje procesu, rozpoznaje relacje między procesem karnym, a innymi dziedzinami.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K_W01, K_W04, K_W0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7</w:t>
            </w:r>
          </w:p>
        </w:tc>
      </w:tr>
      <w:tr w:rsidR="00E8197E" w:rsidRPr="005A2B78" w:rsidTr="00E8197E">
        <w:trPr>
          <w:trHeight w:val="439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charakteryzuje i klasyfikuje zagadnienia z zakresu  prawa karnego procesowego, cytuje przepisy prawa karnego procesowego.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="00E8197E" w:rsidRPr="005A2B78">
              <w:rPr>
                <w:rFonts w:ascii="Corbel" w:eastAsia="Cambria" w:hAnsi="Corbel"/>
                <w:sz w:val="24"/>
                <w:szCs w:val="24"/>
              </w:rPr>
              <w:t>2, K_W12</w:t>
            </w:r>
          </w:p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:rsidTr="00E8197E">
        <w:trPr>
          <w:trHeight w:val="417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opisuje przebieg procesu karnego, a także stosuje przepisy karnoprocesowe do konkretnych sytuacji faktycznych.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="00E8197E" w:rsidRPr="005A2B78">
              <w:rPr>
                <w:rFonts w:ascii="Corbel" w:eastAsia="Cambria" w:hAnsi="Corbel"/>
                <w:sz w:val="24"/>
                <w:szCs w:val="24"/>
              </w:rPr>
              <w:t>5</w:t>
            </w:r>
          </w:p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:rsidTr="00E8197E">
        <w:trPr>
          <w:trHeight w:val="424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E6B4C">
              <w:rPr>
                <w:rFonts w:ascii="Corbel" w:eastAsia="Cambria" w:hAnsi="Corbel"/>
                <w:sz w:val="24"/>
                <w:szCs w:val="24"/>
              </w:rPr>
              <w:t xml:space="preserve">Student odtwarza istotne poglądy doktryny i orzecznictwa sądowego w sprawach karnych z uwzględnieniem standardów konstytucyjnych, europejskich i międzynarodowych.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val="de-DE"/>
              </w:rPr>
            </w:pPr>
            <w:r>
              <w:rPr>
                <w:rFonts w:ascii="Corbel" w:eastAsia="Cambria" w:hAnsi="Corbel"/>
                <w:sz w:val="24"/>
                <w:szCs w:val="24"/>
                <w:lang w:val="de-DE"/>
              </w:rPr>
              <w:t>K_W03, K_W08,K_W0</w:t>
            </w:r>
            <w:r w:rsidR="00E8197E" w:rsidRPr="005A2B78">
              <w:rPr>
                <w:rFonts w:ascii="Corbel" w:eastAsia="Cambria" w:hAnsi="Corbel"/>
                <w:sz w:val="24"/>
                <w:szCs w:val="24"/>
                <w:lang w:val="de-DE"/>
              </w:rPr>
              <w:t>9, K_W10</w:t>
            </w:r>
          </w:p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e-DE"/>
              </w:rPr>
            </w:pPr>
          </w:p>
        </w:tc>
      </w:tr>
      <w:tr w:rsidR="00E8197E" w:rsidRPr="005A2B78" w:rsidTr="00E8197E">
        <w:trPr>
          <w:trHeight w:val="40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B4C">
              <w:rPr>
                <w:rFonts w:ascii="Corbel" w:hAnsi="Corbel"/>
                <w:b w:val="0"/>
                <w:smallCaps w:val="0"/>
                <w:szCs w:val="24"/>
              </w:rPr>
              <w:t>Student rozpoznaje strukturę Kodeksu postępowania karnego i porównuje ze sobą tryby procesowe.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1</w:t>
            </w:r>
          </w:p>
        </w:tc>
      </w:tr>
      <w:tr w:rsidR="00E8197E" w:rsidRPr="005A2B78" w:rsidTr="00E8197E">
        <w:trPr>
          <w:trHeight w:val="384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 Student  interpretuje przepisy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7E6B4C">
              <w:rPr>
                <w:rFonts w:ascii="Corbel" w:hAnsi="Corbel"/>
                <w:sz w:val="24"/>
                <w:szCs w:val="24"/>
              </w:rPr>
              <w:t>odek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E6B4C">
              <w:rPr>
                <w:rFonts w:ascii="Corbel" w:hAnsi="Corbel"/>
                <w:sz w:val="24"/>
                <w:szCs w:val="24"/>
              </w:rPr>
              <w:t xml:space="preserve">u postępowania karnego  oraz  </w:t>
            </w:r>
            <w:r w:rsidR="00BD739A">
              <w:rPr>
                <w:rFonts w:ascii="Corbel" w:hAnsi="Corbel"/>
                <w:sz w:val="24"/>
                <w:szCs w:val="24"/>
              </w:rPr>
              <w:t>analizuje zmiany w tym zakresie</w:t>
            </w:r>
            <w:r w:rsidR="00BD739A">
              <w:rPr>
                <w:rFonts w:ascii="Corbel" w:hAnsi="Corbel"/>
                <w:sz w:val="24"/>
                <w:szCs w:val="24"/>
              </w:rPr>
              <w:br/>
            </w:r>
            <w:r w:rsidRPr="007E6B4C">
              <w:rPr>
                <w:rFonts w:ascii="Corbel" w:hAnsi="Corbel"/>
                <w:sz w:val="24"/>
                <w:szCs w:val="24"/>
              </w:rPr>
              <w:t xml:space="preserve">w ustawodawstwie karnoprocesowym.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K_U02, K_U0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3</w:t>
            </w:r>
          </w:p>
        </w:tc>
      </w:tr>
      <w:tr w:rsidR="00E8197E" w:rsidRPr="007E6B4C" w:rsidTr="00E8197E">
        <w:trPr>
          <w:trHeight w:val="507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analizuje przebieg procesu karnego.  </w:t>
            </w:r>
          </w:p>
        </w:tc>
        <w:tc>
          <w:tcPr>
            <w:tcW w:w="1891" w:type="dxa"/>
          </w:tcPr>
          <w:p w:rsidR="00E8197E" w:rsidRPr="007E6B4C" w:rsidRDefault="00E8197E" w:rsidP="007F147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K_U04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, 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K_U10</w:t>
            </w:r>
          </w:p>
        </w:tc>
      </w:tr>
      <w:tr w:rsidR="00E8197E" w:rsidRPr="005A2B78" w:rsidTr="00E8197E">
        <w:trPr>
          <w:trHeight w:val="505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opracowuje projekty pism i decyzji procesowych w sprawach karnych (m.in. wyrok, postanowienie, akt oskarżenia, postanowienia i zarządzenia w kwestii środków przymusu).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9</w:t>
            </w:r>
            <w:r>
              <w:rPr>
                <w:rFonts w:ascii="Corbel" w:eastAsia="Cambria" w:hAnsi="Corbel"/>
                <w:b w:val="0"/>
                <w:szCs w:val="24"/>
              </w:rPr>
              <w:t>, K_U</w:t>
            </w:r>
            <w:r w:rsidR="000D5398">
              <w:rPr>
                <w:rFonts w:ascii="Corbel" w:eastAsia="Cambria" w:hAnsi="Corbel"/>
                <w:b w:val="0"/>
                <w:szCs w:val="24"/>
              </w:rPr>
              <w:t>12</w:t>
            </w:r>
          </w:p>
        </w:tc>
      </w:tr>
      <w:tr w:rsidR="00E8197E" w:rsidRPr="005A2B78" w:rsidTr="00E8197E">
        <w:trPr>
          <w:trHeight w:val="414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rozwiązuje kazusy – wykorzystuje wiedzę teoretyczną do analizy przykładowego przebiegu procesu karnego. Student proponuje alternatywne rozwiązania </w:t>
            </w:r>
            <w:r w:rsidRPr="007E6B4C">
              <w:rPr>
                <w:rFonts w:ascii="Corbel" w:hAnsi="Corbel"/>
                <w:sz w:val="24"/>
                <w:szCs w:val="24"/>
              </w:rPr>
              <w:lastRenderedPageBreak/>
              <w:t xml:space="preserve">stanów faktycznych na tle prawa karnego procesowego w sytuacji zmiany okoliczności.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lastRenderedPageBreak/>
              <w:t>K_U04, K_U0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5, K_U10</w:t>
            </w:r>
            <w:r w:rsidR="00813B8A">
              <w:rPr>
                <w:rFonts w:ascii="Corbel" w:eastAsia="Cambria" w:hAnsi="Corbel"/>
                <w:b w:val="0"/>
                <w:szCs w:val="24"/>
              </w:rPr>
              <w:t>, K_U17</w:t>
            </w:r>
          </w:p>
        </w:tc>
      </w:tr>
      <w:tr w:rsidR="00E8197E" w:rsidRPr="005A2B78" w:rsidTr="00E8197E">
        <w:trPr>
          <w:trHeight w:val="72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konstruuje teoretyczne rozwiązania, wyprowadza wnioski na podstawie twierdzeń, poddaje krytyce dotychczasowe rozwiązania karnoprocesowe, projektuje nowe unormowania karnoprocesowe.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K_U06, K_U07, K_U0</w:t>
            </w:r>
            <w:r w:rsidR="00E8197E" w:rsidRPr="005A2B78">
              <w:rPr>
                <w:rFonts w:ascii="Corbel" w:eastAsia="Cambria" w:hAnsi="Corbel"/>
                <w:sz w:val="24"/>
                <w:szCs w:val="24"/>
              </w:rPr>
              <w:t xml:space="preserve">8, K_U11, K_U15, </w:t>
            </w:r>
            <w:r w:rsidR="00FE4115">
              <w:rPr>
                <w:rFonts w:ascii="Corbel" w:eastAsia="Cambria" w:hAnsi="Corbel"/>
                <w:sz w:val="24"/>
                <w:szCs w:val="24"/>
              </w:rPr>
              <w:t xml:space="preserve">K_U13, </w:t>
            </w:r>
            <w:r w:rsidR="00E8197E" w:rsidRPr="005A2B78">
              <w:rPr>
                <w:rFonts w:ascii="Corbel" w:eastAsia="Cambria" w:hAnsi="Corbel"/>
                <w:sz w:val="24"/>
                <w:szCs w:val="24"/>
              </w:rPr>
              <w:t>K_U16</w:t>
            </w:r>
          </w:p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:rsidTr="00E8197E">
        <w:trPr>
          <w:trHeight w:val="72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 jest otwarty na nowe rozwiązania i argumenty dotyczące zagadnień karnoprocesowych.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1</w:t>
            </w:r>
          </w:p>
        </w:tc>
      </w:tr>
      <w:tr w:rsidR="00E8197E" w:rsidRPr="005A2B78" w:rsidTr="00E8197E">
        <w:trPr>
          <w:trHeight w:val="72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E8197E" w:rsidRPr="005A2B78" w:rsidRDefault="00E8197E" w:rsidP="007F1472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jest zorientowany jak funkcjonuje wymiar sprawiedliwości </w:t>
            </w:r>
            <w:r>
              <w:rPr>
                <w:rFonts w:ascii="Corbel" w:eastAsia="Cambria" w:hAnsi="Corbel"/>
                <w:sz w:val="24"/>
                <w:szCs w:val="24"/>
              </w:rPr>
              <w:t>oraz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 organy ścigania w sprawach karnych i jakie są kompetencje procesowe tzw. kwalifikowanych uczestników procesu</w:t>
            </w:r>
            <w:r w:rsidR="000D5398">
              <w:rPr>
                <w:rFonts w:ascii="Corbel" w:eastAsia="Cambria" w:hAnsi="Corbel"/>
                <w:sz w:val="24"/>
                <w:szCs w:val="24"/>
              </w:rPr>
              <w:t>; ma świadomość społecznego znaczenia zawodu prawnika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</w:p>
        </w:tc>
        <w:tc>
          <w:tcPr>
            <w:tcW w:w="1891" w:type="dxa"/>
          </w:tcPr>
          <w:p w:rsidR="00E8197E" w:rsidRPr="000D5398" w:rsidRDefault="00CB254D" w:rsidP="000D5398">
            <w:pPr>
              <w:pStyle w:val="Default"/>
              <w:rPr>
                <w:sz w:val="23"/>
                <w:szCs w:val="23"/>
              </w:rPr>
            </w:pPr>
            <w:r>
              <w:rPr>
                <w:rFonts w:ascii="Corbel" w:eastAsia="Cambria" w:hAnsi="Corbel"/>
              </w:rPr>
              <w:t>K_K04, K_K05, K_K0</w:t>
            </w:r>
            <w:r w:rsidR="00E8197E" w:rsidRPr="005A2B78">
              <w:rPr>
                <w:rFonts w:ascii="Corbel" w:eastAsia="Cambria" w:hAnsi="Corbel"/>
              </w:rPr>
              <w:t>6</w:t>
            </w:r>
          </w:p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:rsidTr="00E8197E">
        <w:trPr>
          <w:trHeight w:val="72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dba o czytelny i akceptowalny z punktu widzenia przedmiotu sposób wyrażana się oraz komunikowania z otoczeniem przy formułowaniu treści projektowanych pism i decyzji procesowych.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K_K02</w:t>
            </w:r>
          </w:p>
        </w:tc>
      </w:tr>
      <w:tr w:rsidR="00E8197E" w:rsidRPr="005A2B78" w:rsidTr="00E8197E">
        <w:trPr>
          <w:trHeight w:val="72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dyskutuje i zachowuje krytycyzm w wyrażaniu opinii na tematy karnoprocesowe.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="006A3503">
              <w:rPr>
                <w:rFonts w:ascii="Corbel" w:eastAsia="Cambria" w:hAnsi="Corbel"/>
                <w:b w:val="0"/>
                <w:szCs w:val="24"/>
              </w:rPr>
              <w:t>7</w:t>
            </w:r>
            <w:r>
              <w:rPr>
                <w:rFonts w:ascii="Corbel" w:eastAsia="Cambria" w:hAnsi="Corbel"/>
                <w:b w:val="0"/>
                <w:szCs w:val="24"/>
              </w:rPr>
              <w:t>, K_K</w:t>
            </w:r>
            <w:r w:rsidR="000D5398">
              <w:rPr>
                <w:rFonts w:ascii="Corbel" w:eastAsia="Cambria" w:hAnsi="Corbel"/>
                <w:b w:val="0"/>
                <w:szCs w:val="24"/>
              </w:rPr>
              <w:t>10</w:t>
            </w:r>
          </w:p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</w:tc>
      </w:tr>
      <w:tr w:rsidR="00E8197E" w:rsidRPr="005A2B78" w:rsidTr="00E8197E">
        <w:trPr>
          <w:trHeight w:val="72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Student, inspirowany na zajęciach, samodzielnie dąży do  uzupełnienia wiedzy i umiejętności w zakresie prawa karnego procesowego.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7</w:t>
            </w:r>
          </w:p>
        </w:tc>
      </w:tr>
      <w:tr w:rsidR="00E8197E" w:rsidRPr="005A2B78" w:rsidTr="00E8197E"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posiada umiejętność pracy w zespole: planuje i projektuje wspólnie z innymi studentami w grupie działania organów procesowych, obrońców lub pełnomocników na przykładach konkretnych spraw karnych.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700FA" w:rsidRPr="00AF4A52" w:rsidTr="00E8197E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7E6B4C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1. Definicja prawa karnego procesowego. Wstępne zagadnien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ia teoretyczne (rys historyczny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 tendencje rozwojowe procesu karnego, cele, stosunki i funkcje procesowe oraz przedmiot procesu karnego, źródła prawa karnego procesowego,  funkcje norm prawa karnego procesowego, obowiązywanie prawa karnego procesowego w miejscu i czasie, wykładnia prawa karnego procesowego, działy procesu karnego,</w:t>
            </w:r>
            <w:r w:rsidR="00CB254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tryby ścigania przestępstw) – 2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:rsidTr="005A15EA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2. Naczelne zasady procesowe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</w:t>
            </w:r>
            <w:r w:rsidR="00CB254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7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:rsidTr="005A15EA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3. Uczestnicy procesu karnego: organy procesowe, strony procesowe, obrońcy i pełnomocnicy oraz pozostali uczestnicy procesu karnego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</w:t>
            </w:r>
            <w:r w:rsidR="00CB254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6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 </w:t>
            </w:r>
          </w:p>
        </w:tc>
      </w:tr>
      <w:tr w:rsidR="00C700FA" w:rsidRPr="00AF4A52" w:rsidTr="005A15EA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4. Postępowanie dowodowe. Dowód: definicja oraz jego źródła i środki dowodowe, zakazy dowodowe, czynności dowodowe, rola organów procesowych oraz stron w procesie dowodzenia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</w:t>
            </w:r>
            <w:r w:rsidR="00CB254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7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:rsidTr="005A15EA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5.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Czynności procesowe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-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definicja, klasyfikacje czynności, wad</w:t>
            </w:r>
            <w:r w:rsidR="00CB254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liwość czynności procesowych – 4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C700FA">
              <w:rPr>
                <w:rFonts w:ascii="Corbel" w:hAnsi="Corbel"/>
                <w:sz w:val="24"/>
                <w:szCs w:val="24"/>
                <w:lang w:eastAsia="pl-PL"/>
              </w:rPr>
              <w:t xml:space="preserve">. </w:t>
            </w:r>
            <w:r w:rsidRPr="00C700F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Tryb orzekania o środkach przymusu w procesie karnym</w:t>
            </w:r>
            <w:r w:rsidRPr="00C700FA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-</w:t>
            </w:r>
            <w:r w:rsidR="00CB254D">
              <w:rPr>
                <w:rFonts w:ascii="Corbel" w:hAnsi="Corbel"/>
                <w:sz w:val="24"/>
                <w:szCs w:val="24"/>
                <w:lang w:eastAsia="pl-PL"/>
              </w:rPr>
              <w:t xml:space="preserve"> 4</w:t>
            </w:r>
            <w:r w:rsidRPr="00C700FA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7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Przesłanki procesowe: pojęcie, sy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stematyka oraz konsekwencje ich</w:t>
            </w:r>
            <w:r w:rsidR="00CB254D">
              <w:rPr>
                <w:rFonts w:ascii="Corbel" w:hAnsi="Corbel"/>
                <w:sz w:val="24"/>
                <w:szCs w:val="24"/>
                <w:lang w:eastAsia="pl-PL"/>
              </w:rPr>
              <w:t xml:space="preserve"> zaistnienia - 2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C700FA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Postępowanie przygotowawcze (śledztwo i dochodzenie), źródła informacji o przestępstwie, czynności sprawdzające, wszczęcie postępowania przygotowawczego, przedstawienie zarzutów, przebieg śledztwa i dochodzenia, zakończenie p</w:t>
            </w:r>
            <w:r w:rsidR="00CB254D">
              <w:rPr>
                <w:rFonts w:ascii="Corbel" w:hAnsi="Corbel"/>
                <w:sz w:val="24"/>
                <w:szCs w:val="24"/>
                <w:lang w:eastAsia="pl-PL"/>
              </w:rPr>
              <w:t>ostępowania przygotowawczego - 4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9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. Postępowanie przed sądem I instancji (oddanie pod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sąd, przygotowanie do rozprawy g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łównej, struktura rozprawy głównej, wyrokowanie, czynności</w:t>
            </w:r>
            <w:r w:rsidR="00CB254D">
              <w:rPr>
                <w:rFonts w:ascii="Corbel" w:hAnsi="Corbel"/>
                <w:sz w:val="24"/>
                <w:szCs w:val="24"/>
                <w:lang w:eastAsia="pl-PL"/>
              </w:rPr>
              <w:t xml:space="preserve"> końcowe po wydaniu wyroku)  - 6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.  Zwyczajne i nadzwyczajne postępowanie odwoławcze – apelacyjne, zażaleniowe, kasacyjne i wznowieniowe (wymogi formalne środka odwoławczego, granice środka odwoławczego, przyczyny odwoławcze, zakres dowodzenia w postępowaniu odwoławczym, zakaz </w:t>
            </w:r>
            <w:proofErr w:type="spellStart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reformationis</w:t>
            </w:r>
            <w:proofErr w:type="spellEnd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 in </w:t>
            </w:r>
            <w:proofErr w:type="spellStart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peius</w:t>
            </w:r>
            <w:proofErr w:type="spellEnd"/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, reguły </w:t>
            </w:r>
            <w:proofErr w:type="spellStart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ne</w:t>
            </w:r>
            <w:proofErr w:type="spellEnd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peius</w:t>
            </w:r>
            <w:proofErr w:type="spellEnd"/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, cofnięcie środka odwoławczego, sposoby rozstrzygnięcia </w:t>
            </w:r>
            <w:r w:rsidR="00CB254D">
              <w:rPr>
                <w:rFonts w:ascii="Corbel" w:hAnsi="Corbel"/>
                <w:sz w:val="24"/>
                <w:szCs w:val="24"/>
                <w:lang w:eastAsia="pl-PL"/>
              </w:rPr>
              <w:t>sądu odwoławczego) - 4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 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311F2C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11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Postępowania szczególne (uproszczone, nakazowe, pryw</w:t>
            </w:r>
            <w:r w:rsidR="00CB254D">
              <w:rPr>
                <w:rFonts w:ascii="Corbel" w:hAnsi="Corbel"/>
                <w:sz w:val="24"/>
                <w:szCs w:val="24"/>
                <w:lang w:eastAsia="pl-PL"/>
              </w:rPr>
              <w:t>atnoskargowe, przyspieszone) - 4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Postępowanie po uprawomocnieniu się orzeczenia (podjęcie postępowania warunkowo umorzonego, odszkodowanie za niesłuszne skazanie, tymczasowe aresztowanie lub zatrzymanie, postępowanie ułaskawieniowe, wyrok łączny)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00CB254D">
              <w:rPr>
                <w:rFonts w:ascii="Corbel" w:hAnsi="Corbel"/>
                <w:sz w:val="24"/>
                <w:szCs w:val="24"/>
                <w:lang w:eastAsia="pl-PL"/>
              </w:rPr>
              <w:t>- 4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13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Postępowanie w sprawach karnych ze stosunków międzynarodowych (immunitety dyplomatyczne i konsularne, pomoc prawna, wspólne zespoły śledcze, ekstradycja, europejski nakaz aresztowania, współpraca z Między</w:t>
            </w:r>
            <w:r w:rsidR="00CB254D">
              <w:rPr>
                <w:rFonts w:ascii="Corbel" w:hAnsi="Corbel"/>
                <w:sz w:val="24"/>
                <w:szCs w:val="24"/>
                <w:lang w:eastAsia="pl-PL"/>
              </w:rPr>
              <w:t>narodowym Trybunałem Karnym) - 4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Koszty procesu (pojęcie „kosztów procesu”, zwolnienie od kosztów  sądowych, zas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ady zasądzania kosztów procesu)</w:t>
            </w:r>
            <w:r w:rsidR="00CB254D">
              <w:rPr>
                <w:rFonts w:ascii="Corbel" w:hAnsi="Corbel"/>
                <w:sz w:val="24"/>
                <w:szCs w:val="24"/>
                <w:lang w:eastAsia="pl-PL"/>
              </w:rPr>
              <w:t xml:space="preserve"> - 2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8197E" w:rsidRPr="00AF4A52" w:rsidTr="00E8197E">
        <w:tc>
          <w:tcPr>
            <w:tcW w:w="9639" w:type="dxa"/>
          </w:tcPr>
          <w:p w:rsidR="00E8197E" w:rsidRPr="007E6B4C" w:rsidRDefault="00E8197E" w:rsidP="007F14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7E6B4C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E8197E" w:rsidRPr="00AF4A52" w:rsidTr="00E8197E">
        <w:tc>
          <w:tcPr>
            <w:tcW w:w="9639" w:type="dxa"/>
          </w:tcPr>
          <w:p w:rsidR="00E8197E" w:rsidRPr="007E6B4C" w:rsidRDefault="00E8197E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Problematyka ćwiczeń audytoryjnych: 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1. Konkretne naczelne zasady procesowe – klasyfikacja i charakterystyka – 4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</w:rPr>
              <w:t>2</w:t>
            </w: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 Uczestnicy procesu karnego: systematyka i ich role procesowe – 6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3. Dopuszczalność procesu karnego: pojęcie przesłanek procesowych, ich systematyka oraz konsekwencje ich zaistnienia – 4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4. Czynności procesowe – definicja, klasyfikacje czynności, wadliwość czynności procesowych – 4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5. Dowodzenie: definicja dowodu, rodzaje dowodów, dopuszczalność dowodów, zakazy dowodowe, etapy dowodzenia, źródła i środki dowodowe – 6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BC12CA" w:rsidRDefault="00BC12CA" w:rsidP="00BC12CA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6. </w:t>
            </w: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Tryb orzekania o środkach przymusu w procesie karnym</w:t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– 4</w:t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7. Przebieg postępowania przygotowawczego (śledztwa i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dochodzenia), źródła informacji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br/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>o przestępstwie, czynności sprawdzające, wszczęcie postępowania przygotowawczego, przedstawienie zarzutów,  czynności śledztwa i dochodzenia, zakończenie postępowania przygotowawczego, nadzór – 2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>8. Oddanie pod sąd – formalna i merytoryczna wstępna ko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ntrola aktu oskarżenia – 2</w:t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>9. Procedowanie sądu I instan</w:t>
            </w:r>
            <w:r w:rsidR="0044207C">
              <w:rPr>
                <w:rFonts w:ascii="Corbel" w:hAnsi="Corbel"/>
                <w:sz w:val="24"/>
                <w:szCs w:val="24"/>
                <w:lang w:eastAsia="pl-PL"/>
              </w:rPr>
              <w:t>cji (posiedzenie i rozprawa) – 3</w:t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 godz.   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>10.Wyrokowanie i czynności końcowe po wydaniu wyroku – 1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11. Zwyczajne i nadzwyczajne postępowanie odwoławcze – apelacyjne, zażaleniowe, kasacyjne i wznowieniowe (wymogi formalne środka odwoławczego, granice środka odwoławczego, przyczyny odwoławcze, zakres dowodzenia w postępowaniu odwoławczym, zakaz </w:t>
            </w:r>
            <w:proofErr w:type="spellStart"/>
            <w:r w:rsidRPr="00BC12CA">
              <w:rPr>
                <w:rFonts w:ascii="Corbel" w:hAnsi="Corbel"/>
                <w:i/>
                <w:sz w:val="24"/>
                <w:szCs w:val="24"/>
                <w:lang w:eastAsia="pl-PL"/>
              </w:rPr>
              <w:t>reformationis</w:t>
            </w:r>
            <w:proofErr w:type="spellEnd"/>
            <w:r w:rsidRPr="00BC12CA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 in </w:t>
            </w:r>
            <w:proofErr w:type="spellStart"/>
            <w:r w:rsidRPr="00BC12CA">
              <w:rPr>
                <w:rFonts w:ascii="Corbel" w:hAnsi="Corbel"/>
                <w:i/>
                <w:sz w:val="24"/>
                <w:szCs w:val="24"/>
                <w:lang w:eastAsia="pl-PL"/>
              </w:rPr>
              <w:t>peius</w:t>
            </w:r>
            <w:proofErr w:type="spellEnd"/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, reguły </w:t>
            </w:r>
            <w:proofErr w:type="spellStart"/>
            <w:r w:rsidRPr="00BC12CA">
              <w:rPr>
                <w:rFonts w:ascii="Corbel" w:hAnsi="Corbel"/>
                <w:i/>
                <w:sz w:val="24"/>
                <w:szCs w:val="24"/>
                <w:lang w:eastAsia="pl-PL"/>
              </w:rPr>
              <w:t>ne</w:t>
            </w:r>
            <w:proofErr w:type="spellEnd"/>
            <w:r w:rsidRPr="00BC12CA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C12CA">
              <w:rPr>
                <w:rFonts w:ascii="Corbel" w:hAnsi="Corbel"/>
                <w:i/>
                <w:sz w:val="24"/>
                <w:szCs w:val="24"/>
                <w:lang w:eastAsia="pl-PL"/>
              </w:rPr>
              <w:t>peius</w:t>
            </w:r>
            <w:proofErr w:type="spellEnd"/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>, cofniecie środka odwoławczego, sposoby rozstrzygnięcia sądu odwoławczego) – 2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Postępowania szczególne (uproszczone, nakazowe, prywatnoskargowe, przyspieszone) – 2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13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Postępowanie po upraw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omocnieniu się orzeczenia (podję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cie postępowania warunkowo umorzonego, odszkodowanie za niesłuszne skazanie, tymczasowe aresztowanie lub  zatrzymanie, postępowanie ułaskawieniowe, wyrok łączny) – 2 godz. 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Postępowanie w sprawach karnych ze stosunków międzynarodowych (pomoc prawna, wspólne zespoły śledcze, ekstradycja, europejski nakaz aresz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towania i inne formy współpracy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 obszarze Unii Europejskiej, przejęcie i przekazanie ścigania oraz orzeczenia do wykonania współpraca z Międzynarodowym Trybunałem Karnym) – 2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15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Orzekanie o kosztach procesu, zwolnienie od kosztów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sądowych,  obciążanie kosztami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i wysokość kosztów, koszty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a tzw. opłaty kancelaryjne) – 1 godz. </w:t>
            </w:r>
          </w:p>
        </w:tc>
      </w:tr>
      <w:tr w:rsidR="00BC12CA" w:rsidRPr="00AF4A52" w:rsidTr="00E8197E">
        <w:trPr>
          <w:trHeight w:val="392"/>
        </w:trPr>
        <w:tc>
          <w:tcPr>
            <w:tcW w:w="9639" w:type="dxa"/>
          </w:tcPr>
          <w:p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Problematyka ćwiczeń praktycznych: </w:t>
            </w:r>
          </w:p>
        </w:tc>
      </w:tr>
      <w:tr w:rsidR="00BC12CA" w:rsidRPr="00AF4A52" w:rsidTr="00E8197E">
        <w:trPr>
          <w:trHeight w:val="653"/>
        </w:trPr>
        <w:tc>
          <w:tcPr>
            <w:tcW w:w="9639" w:type="dxa"/>
          </w:tcPr>
          <w:p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Tryb orzekania o środkach przymusu w procesie karnym: prz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esłanki, decyzja o zastosowaniu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i kontrola stosowania środków przymusu – 2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2 Wymogi formalne i merytoryczne aktu oskarżenia, sporządzanie projektu aktu oskarżenia – 2 godz. 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7E6B4C" w:rsidRDefault="00BC12CA" w:rsidP="007F14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3.  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>Wstępne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czynności w sądzie po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wniesieniu aktu oskarżenia: wyznaczenie rozprawy lub posiedzenia, zwrot aktu oskarżenia, zwrot sprawy do postępowania przygotowawczego; opracowywanie projektów decyzji procesowych  dotyczących czynności wstępnych w sądzie – 1 godz.      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4.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Przebieg  rozprawy przed sądem I instancji: obserwacja przebiegu rozprawy w Sądzie Rejonowym, opracowywanie projektów głosów końcowych stron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– 2 godz.   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5.  Wydanie wyroku – opracowywanie projektu wyroków</w:t>
            </w:r>
            <w:r w:rsidRPr="007E6B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– 2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6. Przygotowanie i przeprowadzenie symulacji rozpra</w:t>
            </w:r>
            <w:r w:rsidR="0044207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wy sądowej z udziałem studentów</w:t>
            </w:r>
            <w:r w:rsidR="0044207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w rolach uczestników postępowania karnego – 4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7. Skargi odwoławcze oraz rozstrzygnięcia wydawane w zwyczajnym i nadzwyczajnym postępowaniu odwoławczym – opracowywanie projektów skarg i orzeczeń – 2 godz.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8197E" w:rsidRPr="0046639C" w:rsidRDefault="00E8197E" w:rsidP="00E8197E">
      <w:pPr>
        <w:rPr>
          <w:rFonts w:ascii="Corbel" w:hAnsi="Corbel"/>
          <w:b/>
          <w:sz w:val="24"/>
          <w:szCs w:val="24"/>
          <w:lang w:eastAsia="pl-PL"/>
        </w:rPr>
      </w:pPr>
      <w:r w:rsidRPr="0046639C">
        <w:rPr>
          <w:rFonts w:ascii="Corbel" w:hAnsi="Corbel"/>
          <w:b/>
          <w:sz w:val="24"/>
          <w:szCs w:val="24"/>
          <w:lang w:eastAsia="pl-PL"/>
        </w:rPr>
        <w:t xml:space="preserve">Metody stosowane na wykładach: </w:t>
      </w:r>
      <w:r w:rsidRPr="0046639C">
        <w:rPr>
          <w:rFonts w:ascii="Corbel" w:hAnsi="Corbel"/>
          <w:sz w:val="24"/>
          <w:szCs w:val="24"/>
          <w:lang w:eastAsia="pl-PL"/>
        </w:rPr>
        <w:t>wykład informacyjny, wykład problemowy,</w:t>
      </w:r>
      <w:r w:rsidRPr="0046639C">
        <w:rPr>
          <w:rFonts w:ascii="Corbel" w:hAnsi="Corbel"/>
          <w:b/>
          <w:sz w:val="24"/>
          <w:szCs w:val="24"/>
          <w:lang w:eastAsia="pl-PL"/>
        </w:rPr>
        <w:t xml:space="preserve"> </w:t>
      </w:r>
      <w:r w:rsidRPr="0046639C">
        <w:rPr>
          <w:rFonts w:ascii="Corbel" w:hAnsi="Corbel"/>
          <w:sz w:val="24"/>
          <w:szCs w:val="24"/>
          <w:lang w:eastAsia="pl-PL"/>
        </w:rPr>
        <w:t xml:space="preserve">wykład konwersatoryjny </w:t>
      </w:r>
    </w:p>
    <w:p w:rsidR="00E8197E" w:rsidRPr="0046639C" w:rsidRDefault="00E8197E" w:rsidP="00E8197E">
      <w:pPr>
        <w:spacing w:after="0" w:line="240" w:lineRule="auto"/>
        <w:contextualSpacing/>
        <w:jc w:val="both"/>
        <w:rPr>
          <w:rFonts w:ascii="Corbel" w:eastAsia="Cambria" w:hAnsi="Corbel"/>
          <w:b/>
          <w:sz w:val="24"/>
          <w:szCs w:val="24"/>
        </w:rPr>
      </w:pPr>
      <w:r w:rsidRPr="0046639C">
        <w:rPr>
          <w:rFonts w:ascii="Corbel" w:eastAsia="Cambria" w:hAnsi="Corbel"/>
          <w:b/>
          <w:sz w:val="24"/>
          <w:szCs w:val="24"/>
        </w:rPr>
        <w:t xml:space="preserve">Metody stosowane na ćwiczeniach: </w:t>
      </w:r>
      <w:r w:rsidRPr="0046639C">
        <w:rPr>
          <w:rFonts w:ascii="Corbel" w:eastAsia="Cambria" w:hAnsi="Corbel"/>
          <w:sz w:val="24"/>
          <w:szCs w:val="24"/>
        </w:rPr>
        <w:t>analiza i interpretacja tekstów źródłowych, praca w grupach nad analizą przy</w:t>
      </w:r>
      <w:r>
        <w:rPr>
          <w:rFonts w:ascii="Corbel" w:eastAsia="Cambria" w:hAnsi="Corbel"/>
          <w:sz w:val="24"/>
          <w:szCs w:val="24"/>
        </w:rPr>
        <w:t>padków, dyskusja, rozwiązywanie</w:t>
      </w:r>
      <w:r w:rsidRPr="0046639C">
        <w:rPr>
          <w:rFonts w:ascii="Corbel" w:eastAsia="Cambria" w:hAnsi="Corbel"/>
          <w:sz w:val="24"/>
          <w:szCs w:val="24"/>
        </w:rPr>
        <w:t xml:space="preserve"> kazusów,</w:t>
      </w:r>
      <w:r w:rsidRPr="0046639C">
        <w:rPr>
          <w:rFonts w:ascii="Corbel" w:eastAsia="Cambria" w:hAnsi="Corbel"/>
          <w:b/>
          <w:sz w:val="24"/>
          <w:szCs w:val="24"/>
        </w:rPr>
        <w:t xml:space="preserve"> </w:t>
      </w:r>
      <w:r w:rsidRPr="0046639C">
        <w:rPr>
          <w:rFonts w:ascii="Corbel" w:eastAsia="Cambria" w:hAnsi="Corbel"/>
          <w:sz w:val="24"/>
          <w:szCs w:val="24"/>
        </w:rPr>
        <w:t xml:space="preserve">udział w ramach zajęć praktycznych w rozprawach sądowych, prezentowanie i przygotowywanie projektów pism procesowych 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E8197E" w:rsidRPr="005E6E85" w:rsidTr="00E8197E">
        <w:tc>
          <w:tcPr>
            <w:tcW w:w="1985" w:type="dxa"/>
          </w:tcPr>
          <w:p w:rsidR="007F1472" w:rsidRPr="007F1472" w:rsidRDefault="007F1472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  <w:p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szCs w:val="24"/>
              </w:rPr>
              <w:t>Symbol efektu</w:t>
            </w:r>
          </w:p>
          <w:p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i/>
                <w:smallCaps w:val="0"/>
                <w:szCs w:val="24"/>
              </w:rPr>
            </w:pPr>
          </w:p>
        </w:tc>
        <w:tc>
          <w:tcPr>
            <w:tcW w:w="5528" w:type="dxa"/>
          </w:tcPr>
          <w:p w:rsidR="00E8197E" w:rsidRPr="007F1472" w:rsidRDefault="007F1472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7F1472">
              <w:rPr>
                <w:rFonts w:ascii="Corbel" w:hAnsi="Corbel"/>
                <w:smallCaps w:val="0"/>
                <w:color w:val="000000"/>
                <w:szCs w:val="24"/>
              </w:rPr>
              <w:t>Metody oceny efektów uczenia się</w:t>
            </w:r>
          </w:p>
          <w:p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</w:tcPr>
          <w:p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szCs w:val="24"/>
              </w:rPr>
              <w:t>Forma zajęć dydaktycznych</w:t>
            </w:r>
          </w:p>
          <w:p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szCs w:val="24"/>
              </w:rPr>
              <w:t xml:space="preserve">(w, </w:t>
            </w:r>
            <w:proofErr w:type="spellStart"/>
            <w:r w:rsidRPr="007F1472">
              <w:rPr>
                <w:rFonts w:ascii="Corbel" w:hAnsi="Corbel"/>
                <w:smallCaps w:val="0"/>
                <w:szCs w:val="24"/>
              </w:rPr>
              <w:t>ćw</w:t>
            </w:r>
            <w:proofErr w:type="spellEnd"/>
            <w:r w:rsidRPr="007F1472">
              <w:rPr>
                <w:rFonts w:ascii="Corbel" w:hAnsi="Corbel"/>
                <w:smallCaps w:val="0"/>
                <w:szCs w:val="24"/>
              </w:rPr>
              <w:t>, …)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 kontrolna pisemna lub zaliczenie ustne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  <w:r w:rsidRPr="0046639C">
              <w:rPr>
                <w:rFonts w:ascii="Corbel" w:hAnsi="Corbel"/>
                <w:b w:val="0"/>
                <w:szCs w:val="24"/>
              </w:rPr>
              <w:t>, ćw. audytoryjne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 kontrolna pisemna lub zaliczenie ustne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w., ćw. audytoryjne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w., ćw. audytoryjne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</w:t>
            </w:r>
            <w:r w:rsidR="003F115E" w:rsidRPr="0046639C">
              <w:rPr>
                <w:rFonts w:ascii="Corbel" w:hAnsi="Corbel"/>
                <w:b w:val="0"/>
                <w:szCs w:val="24"/>
              </w:rPr>
              <w:t>przygotowanie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projektu pisma procesoweg</w:t>
            </w:r>
            <w:r w:rsidR="003F115E">
              <w:rPr>
                <w:rFonts w:ascii="Corbel" w:hAnsi="Corbel"/>
                <w:b w:val="0"/>
                <w:szCs w:val="24"/>
              </w:rPr>
              <w:t>o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audytoryjne,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_05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w., ćw. audytoryjne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_06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w., ćw. audytoryjne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_07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Kontrolna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 xml:space="preserve">ustne sprawdzanie 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lastRenderedPageBreak/>
              <w:t>znajomości reguł stosowania i interpretacji przepisów  w związku z udziałem studenta w rozprawie sądowej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lastRenderedPageBreak/>
              <w:t>ćw. audytoryjne, ćw. praktyczne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_09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26" w:type="dxa"/>
          </w:tcPr>
          <w:p w:rsidR="00E8197E" w:rsidRPr="0046639C" w:rsidRDefault="007F1472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 prak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_10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</w:t>
            </w:r>
            <w:r w:rsidR="007F1472">
              <w:rPr>
                <w:rFonts w:ascii="Corbel" w:hAnsi="Corbel"/>
                <w:b w:val="0"/>
                <w:szCs w:val="24"/>
              </w:rPr>
              <w:t>n ustny, udział w dyskusji, przygotowan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ie projektu pisma procesowego,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audytoryjne, </w:t>
            </w:r>
            <w:r>
              <w:rPr>
                <w:rFonts w:ascii="Corbel" w:hAnsi="Corbel"/>
                <w:b w:val="0"/>
                <w:szCs w:val="24"/>
              </w:rPr>
              <w:t>ć</w:t>
            </w:r>
            <w:r w:rsidR="007F1472">
              <w:rPr>
                <w:rFonts w:ascii="Corbel" w:hAnsi="Corbel"/>
                <w:b w:val="0"/>
                <w:szCs w:val="24"/>
              </w:rPr>
              <w:t>w. prak</w:t>
            </w:r>
            <w:r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_11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udział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E8197E" w:rsidRPr="0046639C" w:rsidRDefault="007F1472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i</w:t>
            </w:r>
            <w:r w:rsidR="00E8197E" w:rsidRPr="0046639C">
              <w:rPr>
                <w:rFonts w:ascii="Corbel" w:hAnsi="Corbel"/>
                <w:b w:val="0"/>
                <w:szCs w:val="24"/>
              </w:rPr>
              <w:t xml:space="preserve">ał w dyskusji, praca </w:t>
            </w:r>
            <w:r w:rsidR="00E8197E">
              <w:rPr>
                <w:rFonts w:ascii="Corbel" w:hAnsi="Corbel"/>
                <w:b w:val="0"/>
                <w:szCs w:val="24"/>
              </w:rPr>
              <w:t>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_13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 w:rsidR="007F1472"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</w:t>
            </w:r>
            <w:r>
              <w:rPr>
                <w:rFonts w:ascii="Corbel" w:hAnsi="Corbel"/>
                <w:b w:val="0"/>
                <w:szCs w:val="24"/>
              </w:rPr>
              <w:t>,</w:t>
            </w:r>
            <w:r w:rsidR="007F1472">
              <w:rPr>
                <w:rFonts w:ascii="Corbel" w:hAnsi="Corbel"/>
                <w:b w:val="0"/>
                <w:szCs w:val="24"/>
              </w:rPr>
              <w:t xml:space="preserve"> ćw. audytoryjne, ćw. prak</w:t>
            </w:r>
            <w:r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_14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praktyczne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_15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 audytoryjne , ćw. </w:t>
            </w:r>
            <w:r w:rsidR="007F1472">
              <w:rPr>
                <w:rFonts w:ascii="Corbel" w:hAnsi="Corbel"/>
                <w:b w:val="0"/>
                <w:szCs w:val="24"/>
              </w:rPr>
              <w:t>prak</w:t>
            </w:r>
            <w:r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_16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</w:t>
            </w:r>
            <w:r w:rsidR="007F1472">
              <w:rPr>
                <w:rFonts w:ascii="Corbel" w:hAnsi="Corbel"/>
                <w:b w:val="0"/>
                <w:szCs w:val="24"/>
              </w:rPr>
              <w:t>na pisemna lub zaliczenie ustne</w:t>
            </w:r>
          </w:p>
        </w:tc>
        <w:tc>
          <w:tcPr>
            <w:tcW w:w="2126" w:type="dxa"/>
          </w:tcPr>
          <w:p w:rsidR="00E8197E" w:rsidRPr="0046639C" w:rsidRDefault="007F1472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w., ćw. audytoryjne, ćw. prak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_17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obserwacja w trakcie zajęć symulacji rozprawy sądowej przygo</w:t>
            </w:r>
            <w:r w:rsidR="007F1472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towanej przez stud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e</w:t>
            </w:r>
            <w:r w:rsidR="007F1472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n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tów</w:t>
            </w:r>
          </w:p>
        </w:tc>
        <w:tc>
          <w:tcPr>
            <w:tcW w:w="2126" w:type="dxa"/>
          </w:tcPr>
          <w:p w:rsidR="00E8197E" w:rsidRPr="0046639C" w:rsidRDefault="007F1472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 prak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</w:tbl>
    <w:p w:rsidR="00E8197E" w:rsidRPr="009C54AE" w:rsidRDefault="00E8197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7F1472" w:rsidRPr="00336D96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iCs/>
                <w:color w:val="000000"/>
                <w:spacing w:val="-17"/>
                <w:sz w:val="24"/>
                <w:szCs w:val="24"/>
                <w:lang w:eastAsia="pl-PL"/>
              </w:rPr>
              <w:t>W sesji: egzamin pisemny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(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zadania do rozwiązania z pytaniami opisowymi otwartymi</w:t>
            </w:r>
            <w:r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lub pytaniami testowymi</w:t>
            </w:r>
            <w:r w:rsidR="00311F2C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>)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>.</w:t>
            </w:r>
          </w:p>
          <w:p w:rsidR="007F1472" w:rsidRPr="00336D96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>C</w:t>
            </w:r>
            <w:r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zas trwania egzaminu:  2 godz.  –  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>obejmuje wpuszczenie studenta na salę egzaminacyjną po sprawdzeniu przez egzaminujących tożsamości, zajęcie miejsca na sali wskazanego przez egzaminującego,  wyjaśnienie zasad przebiegu egzaminu, rozdanie kart z pytaniami egzaminacyjnymi i kart udzielania odpowiedzi, czas na odpowiedzi – 50 minut, zakończenie egzaminu – zebranie prac egzaminacyjnych)</w:t>
            </w:r>
            <w:r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 </w:t>
            </w:r>
            <w:r w:rsidR="00311F2C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>lub wyjątkowo</w:t>
            </w:r>
            <w:r w:rsidRPr="003F115E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 </w:t>
            </w:r>
            <w:r w:rsidR="003F115E" w:rsidRPr="003F115E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egzamin </w:t>
            </w:r>
            <w:r w:rsidRPr="007F1472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>ustny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>.</w:t>
            </w:r>
          </w:p>
          <w:p w:rsidR="007F1472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7F1472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Egzamin poprawkowy w okresie sesji letniej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ustny lub pisemny w zależności od wyników egzaminu w pierwszym terminie i od ilości osób przystępujących do egzaminu poprawkowego.</w:t>
            </w:r>
          </w:p>
          <w:p w:rsidR="007F1472" w:rsidRPr="00336D96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7F1472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hAnsi="Corbel"/>
                <w:b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>Warunkiem otrzymania oceny pozytywnej na egzaminie jest uzyskanie co najmniej 50,5% pozytywnych odpowiedzi.</w:t>
            </w:r>
          </w:p>
          <w:p w:rsidR="007F1472" w:rsidRPr="00336D96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hAnsi="Corbel"/>
                <w:b/>
                <w:sz w:val="24"/>
                <w:szCs w:val="24"/>
                <w:lang w:eastAsia="pl-PL"/>
              </w:rPr>
            </w:pPr>
          </w:p>
          <w:p w:rsidR="007F1472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 xml:space="preserve">Zaliczenie ćwiczeń audytoryjnych : 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Bieżąca ocena poziomu pracy studenta – udział w dyskusji, 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oraz 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obecność na zajęciach. Praca kontrolna pisemna (zaliczenie minimum 50% plus 1) lub zaliczenie ustne w zależności od oceny bieżącej. </w:t>
            </w:r>
          </w:p>
          <w:p w:rsidR="007F1472" w:rsidRPr="00336D96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:rsidR="007F1472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>Zaliczenie ćwiczeń praktycznych: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Bieżąca ocena poziomu pracy studenta – udział w dyskusji, przygotowanie projektu pisma procesowego,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ustne sprawdzanie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znajomości reguł stosowania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 interpretacji przepisów  w związku z udziałem studenta 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rozprawie sądowej, obserwacja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>w trakcie zajęć symulacji rozprawy sądowej przygotowanej przez studentów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oraz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obecność na zajęciach.  </w:t>
            </w:r>
          </w:p>
          <w:p w:rsidR="007F1472" w:rsidRPr="00336D96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:rsidR="0085747A" w:rsidRPr="009C54AE" w:rsidRDefault="007F14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6D96">
              <w:rPr>
                <w:rFonts w:ascii="Corbel" w:hAnsi="Corbel"/>
                <w:b w:val="0"/>
                <w:szCs w:val="24"/>
                <w:lang w:eastAsia="pl-PL"/>
              </w:rPr>
              <w:t>Kryteria oceny  na egzaminie oraz ćwiczeniach : ocena tego czy odpowiedź wyczerpuje wszystkie zagadnienia, czy treść rozwiązania zadania odpowiada aktualnemu stanowi p</w:t>
            </w:r>
            <w:r w:rsidR="00BD739A">
              <w:rPr>
                <w:rFonts w:ascii="Corbel" w:hAnsi="Corbel"/>
                <w:b w:val="0"/>
                <w:szCs w:val="24"/>
                <w:lang w:eastAsia="pl-PL"/>
              </w:rPr>
              <w:t>rawnemu, czy użyta terminologia</w:t>
            </w:r>
            <w:r w:rsidRPr="00336D96">
              <w:rPr>
                <w:rFonts w:ascii="Corbel" w:hAnsi="Corbel"/>
                <w:b w:val="0"/>
                <w:szCs w:val="24"/>
                <w:lang w:eastAsia="pl-PL"/>
              </w:rPr>
              <w:t xml:space="preserve"> jest prawidłowa.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6A35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6A3503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Wykład                         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 </w:t>
            </w:r>
            <w:r w:rsidR="00AD17BF">
              <w:rPr>
                <w:rFonts w:ascii="Corbel" w:eastAsia="Times New Roman" w:hAnsi="Corbel"/>
                <w:sz w:val="24"/>
                <w:szCs w:val="24"/>
                <w:lang w:eastAsia="pl-PL"/>
              </w:rPr>
              <w:t>60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Ćwiczenia                     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</w:t>
            </w:r>
            <w:r w:rsidR="00BD739A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5 godz. </w:t>
            </w:r>
          </w:p>
          <w:p w:rsidR="0085747A" w:rsidRPr="009C54AE" w:rsidRDefault="0085747A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F115E" w:rsidRPr="009C54AE" w:rsidTr="00923D7D">
        <w:tc>
          <w:tcPr>
            <w:tcW w:w="4962" w:type="dxa"/>
          </w:tcPr>
          <w:p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dział w konsultacjach:    </w:t>
            </w:r>
          </w:p>
          <w:p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związku z wykładem – 7 godz.</w:t>
            </w:r>
          </w:p>
          <w:p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związku z ćwiczeniami audytoryjnymi – 7 godz.</w:t>
            </w:r>
          </w:p>
          <w:p w:rsidR="003F115E" w:rsidRPr="00336D96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związku z ćwiczeniami praktycznymi – 7 godz.</w:t>
            </w:r>
          </w:p>
          <w:p w:rsidR="003F115E" w:rsidRPr="00AF4A52" w:rsidRDefault="003F115E" w:rsidP="003F115E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dział w egzaminie    2 godz.</w:t>
            </w:r>
          </w:p>
        </w:tc>
      </w:tr>
      <w:tr w:rsidR="003F115E" w:rsidRPr="009C54AE" w:rsidTr="00923D7D">
        <w:tc>
          <w:tcPr>
            <w:tcW w:w="4962" w:type="dxa"/>
          </w:tcPr>
          <w:p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sz w:val="24"/>
                <w:szCs w:val="24"/>
                <w:lang w:eastAsia="pl-PL"/>
              </w:rPr>
              <w:t xml:space="preserve">Przygotowanie do ćwiczeń        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         </w:t>
            </w:r>
            <w:r w:rsidR="006F0453">
              <w:rPr>
                <w:rFonts w:ascii="Corbel" w:hAnsi="Corbel"/>
                <w:sz w:val="24"/>
                <w:szCs w:val="24"/>
                <w:lang w:eastAsia="pl-PL"/>
              </w:rPr>
              <w:t>55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:rsidR="003F115E" w:rsidRPr="00D72681" w:rsidRDefault="003F115E" w:rsidP="003F115E">
            <w:pPr>
              <w:spacing w:after="0"/>
              <w:rPr>
                <w:rFonts w:eastAsia="Times New Roman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do egzaminu                9</w:t>
            </w:r>
            <w:r w:rsidR="006F0453"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3F115E" w:rsidRPr="009C54AE" w:rsidTr="00923D7D">
        <w:tc>
          <w:tcPr>
            <w:tcW w:w="4962" w:type="dxa"/>
          </w:tcPr>
          <w:p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F115E" w:rsidRPr="00AF4A52" w:rsidRDefault="00AD17BF" w:rsidP="003F115E">
            <w:pPr>
              <w:pStyle w:val="Akapitzlist"/>
              <w:spacing w:after="0" w:line="240" w:lineRule="auto"/>
              <w:ind w:left="0"/>
            </w:pPr>
            <w:r>
              <w:t>28</w:t>
            </w:r>
            <w:r w:rsidR="00D777BB">
              <w:t>0</w:t>
            </w:r>
            <w:r w:rsidR="003F115E">
              <w:t xml:space="preserve"> godz.</w:t>
            </w:r>
          </w:p>
        </w:tc>
      </w:tr>
      <w:tr w:rsidR="003F115E" w:rsidRPr="009C54AE" w:rsidTr="00923D7D">
        <w:tc>
          <w:tcPr>
            <w:tcW w:w="4962" w:type="dxa"/>
          </w:tcPr>
          <w:p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F115E" w:rsidRPr="00AF4A52" w:rsidRDefault="00D777BB" w:rsidP="003F115E">
            <w:pPr>
              <w:pStyle w:val="Akapitzlist"/>
              <w:spacing w:after="120" w:line="240" w:lineRule="auto"/>
              <w:ind w:left="0"/>
            </w:pPr>
            <w:r>
              <w:t>10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</w:t>
      </w:r>
      <w:r w:rsidR="0095504F">
        <w:rPr>
          <w:rFonts w:ascii="Corbel" w:hAnsi="Corbel"/>
          <w:smallCaps w:val="0"/>
          <w:szCs w:val="24"/>
        </w:rPr>
        <w:t>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F1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F1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</w:t>
            </w:r>
          </w:p>
        </w:tc>
      </w:tr>
    </w:tbl>
    <w:p w:rsidR="003F115E" w:rsidRPr="009C54AE" w:rsidRDefault="003F115E" w:rsidP="004420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F11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F0453" w:rsidRPr="003F115E" w:rsidRDefault="006F0453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3F115E" w:rsidRPr="0095504F" w:rsidRDefault="003F115E" w:rsidP="009550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2545">
              <w:rPr>
                <w:rFonts w:ascii="Corbel" w:hAnsi="Corbel"/>
                <w:b w:val="0"/>
                <w:smallCaps w:val="0"/>
                <w:szCs w:val="24"/>
              </w:rPr>
              <w:t>Ustawa z dnia 6 czerwca 1997 r. Kodeks postęp</w:t>
            </w:r>
            <w:r w:rsidR="00AD17BF">
              <w:rPr>
                <w:rFonts w:ascii="Corbel" w:hAnsi="Corbel"/>
                <w:b w:val="0"/>
                <w:smallCaps w:val="0"/>
                <w:szCs w:val="24"/>
              </w:rPr>
              <w:t>owania karnego (</w:t>
            </w:r>
            <w:proofErr w:type="spellStart"/>
            <w:r w:rsidR="00AD17BF">
              <w:rPr>
                <w:rFonts w:ascii="Corbel" w:hAnsi="Corbel"/>
                <w:b w:val="0"/>
                <w:smallCaps w:val="0"/>
                <w:szCs w:val="24"/>
              </w:rPr>
              <w:t>t.j</w:t>
            </w:r>
            <w:proofErr w:type="spellEnd"/>
            <w:r w:rsidR="00AD17BF">
              <w:rPr>
                <w:rFonts w:ascii="Corbel" w:hAnsi="Corbel"/>
                <w:b w:val="0"/>
                <w:smallCaps w:val="0"/>
                <w:szCs w:val="24"/>
              </w:rPr>
              <w:t>. Dz. U. 2021, poz. 534</w:t>
            </w:r>
            <w:r w:rsidRPr="00292545">
              <w:rPr>
                <w:rFonts w:ascii="Corbel" w:hAnsi="Corbel"/>
                <w:b w:val="0"/>
                <w:smallCaps w:val="0"/>
                <w:szCs w:val="24"/>
              </w:rPr>
              <w:t xml:space="preserve"> ze zm.)</w:t>
            </w:r>
            <w:r w:rsidRPr="007F190D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;</w:t>
            </w:r>
          </w:p>
          <w:p w:rsidR="003F115E" w:rsidRPr="00292545" w:rsidRDefault="003F115E" w:rsidP="003F115E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S. Waltoś, P. Hofmański, </w:t>
            </w:r>
            <w:r w:rsidRPr="00292545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Proces karny. Zarys systemu</w:t>
            </w:r>
            <w:r w:rsidR="009550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</w:p>
          <w:p w:rsidR="003F115E" w:rsidRPr="009C54AE" w:rsidRDefault="003F115E" w:rsidP="003F11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2545">
              <w:rPr>
                <w:rFonts w:ascii="Corbel" w:hAnsi="Corbel"/>
                <w:b w:val="0"/>
                <w:szCs w:val="24"/>
              </w:rPr>
              <w:t>W razie pojawienia się na rynku wydawniczym wymagane będą wydania najnowsze, zaktualizowane.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F115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F0453" w:rsidRPr="003F115E" w:rsidRDefault="006F0453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>-   D.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311F2C">
              <w:rPr>
                <w:rFonts w:ascii="Corbel" w:eastAsia="Times New Roman" w:hAnsi="Corbel"/>
                <w:sz w:val="24"/>
                <w:szCs w:val="24"/>
                <w:lang w:eastAsia="pl-PL"/>
              </w:rPr>
              <w:t>Świecki (red.)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Kodeks postępowania karnego. Komentarz. Tom I </w:t>
            </w:r>
            <w:proofErr w:type="spellStart"/>
            <w:r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i</w:t>
            </w:r>
            <w:proofErr w:type="spellEnd"/>
            <w:r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II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95504F">
              <w:rPr>
                <w:rFonts w:ascii="Corbel" w:eastAsia="Times New Roman" w:hAnsi="Corbel"/>
                <w:sz w:val="24"/>
                <w:szCs w:val="24"/>
                <w:lang w:eastAsia="pl-PL"/>
              </w:rPr>
              <w:t>Warszawa 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Grzegorczyk, J.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Tylman, </w:t>
            </w:r>
            <w:r w:rsidRPr="00292545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Polskie postępowanie karne</w:t>
            </w:r>
            <w:r w:rsidR="006A3503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2019 lub nowszy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Grzegorczyk, </w:t>
            </w:r>
            <w:r w:rsidRPr="007F190D">
              <w:rPr>
                <w:rFonts w:ascii="Corbel" w:eastAsia="Times New Roman" w:hAnsi="Corbel" w:cs="Arial"/>
                <w:bCs/>
                <w:i/>
                <w:color w:val="000000"/>
                <w:sz w:val="24"/>
                <w:szCs w:val="24"/>
                <w:lang w:eastAsia="pl-PL"/>
              </w:rPr>
              <w:t>Kodeks postępowania karnego oraz ustawa o świadku koronnym: komentarz</w:t>
            </w:r>
            <w:r w:rsidRPr="00292545">
              <w:rPr>
                <w:rFonts w:ascii="Corbel" w:eastAsia="Times New Roman" w:hAnsi="Corbel" w:cs="Arial"/>
                <w:bCs/>
                <w:color w:val="000000"/>
                <w:sz w:val="24"/>
                <w:szCs w:val="24"/>
                <w:lang w:eastAsia="pl-PL"/>
              </w:rPr>
              <w:t>, Warszawa 2014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6A3503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R.A. Stefański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(red.)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Kodeks postępowania karnego. Komentarz</w:t>
            </w:r>
            <w:r w:rsidR="006A3503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K.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Eichstaedt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Czynności sądu w postępowaniu przygotowawczym w polskim prawie karnym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2008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-A. </w:t>
            </w:r>
            <w:proofErr w:type="spellStart"/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>Gaberle</w:t>
            </w:r>
            <w:proofErr w:type="spellEnd"/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Dowody w sądowym procesie karnym</w:t>
            </w:r>
            <w:r w:rsidR="006A3503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2007;</w:t>
            </w:r>
          </w:p>
          <w:p w:rsidR="006A3503" w:rsidRDefault="006A3503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P.K.Sowiński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6A350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Uprawnienia składające się na prawo oskarżonego do obrony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Rzeszów 2012;</w:t>
            </w:r>
          </w:p>
          <w:p w:rsidR="006A3503" w:rsidRPr="007F190D" w:rsidRDefault="006A3503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M.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Klejnowska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6A350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Oskarżony jako osobowe źródło dowodowe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2006</w:t>
            </w:r>
          </w:p>
          <w:p w:rsidR="003F115E" w:rsidRPr="009C54AE" w:rsidRDefault="003F115E" w:rsidP="003F115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F190D">
              <w:rPr>
                <w:rFonts w:ascii="Corbel" w:hAnsi="Corbel"/>
                <w:b w:val="0"/>
                <w:szCs w:val="24"/>
              </w:rPr>
              <w:t>W razie pojawienia się na rynku wydawniczym wymagane będą wydania najnowsze, zaktualizowane.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6F0453">
      <w:pgSz w:w="11906" w:h="16838"/>
      <w:pgMar w:top="568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AD6" w:rsidRDefault="00AD6AD6" w:rsidP="00C16ABF">
      <w:pPr>
        <w:spacing w:after="0" w:line="240" w:lineRule="auto"/>
      </w:pPr>
      <w:r>
        <w:separator/>
      </w:r>
    </w:p>
  </w:endnote>
  <w:endnote w:type="continuationSeparator" w:id="0">
    <w:p w:rsidR="00AD6AD6" w:rsidRDefault="00AD6A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AD6" w:rsidRDefault="00AD6AD6" w:rsidP="00C16ABF">
      <w:pPr>
        <w:spacing w:after="0" w:line="240" w:lineRule="auto"/>
      </w:pPr>
      <w:r>
        <w:separator/>
      </w:r>
    </w:p>
  </w:footnote>
  <w:footnote w:type="continuationSeparator" w:id="0">
    <w:p w:rsidR="00AD6AD6" w:rsidRDefault="00AD6AD6" w:rsidP="00C16ABF">
      <w:pPr>
        <w:spacing w:after="0" w:line="240" w:lineRule="auto"/>
      </w:pPr>
      <w:r>
        <w:continuationSeparator/>
      </w:r>
    </w:p>
  </w:footnote>
  <w:footnote w:id="1">
    <w:p w:rsidR="007F1472" w:rsidRDefault="007F14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7645D"/>
    <w:multiLevelType w:val="hybridMultilevel"/>
    <w:tmpl w:val="F2344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5B3123"/>
    <w:multiLevelType w:val="hybridMultilevel"/>
    <w:tmpl w:val="E442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5A4"/>
    <w:multiLevelType w:val="hybridMultilevel"/>
    <w:tmpl w:val="F65A7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2D2D1A"/>
    <w:multiLevelType w:val="hybridMultilevel"/>
    <w:tmpl w:val="6F720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D444B"/>
    <w:multiLevelType w:val="hybridMultilevel"/>
    <w:tmpl w:val="89D8C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F1E41"/>
    <w:multiLevelType w:val="hybridMultilevel"/>
    <w:tmpl w:val="42EE1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9E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39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1760"/>
    <w:rsid w:val="001D657B"/>
    <w:rsid w:val="001D65D5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F9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F2C"/>
    <w:rsid w:val="003151C5"/>
    <w:rsid w:val="003343CF"/>
    <w:rsid w:val="00346FE9"/>
    <w:rsid w:val="0034759A"/>
    <w:rsid w:val="003503F6"/>
    <w:rsid w:val="003530DD"/>
    <w:rsid w:val="003603C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15E"/>
    <w:rsid w:val="003F38C0"/>
    <w:rsid w:val="00414E3C"/>
    <w:rsid w:val="0042244A"/>
    <w:rsid w:val="0042745A"/>
    <w:rsid w:val="00431D5C"/>
    <w:rsid w:val="004362C6"/>
    <w:rsid w:val="00437FA2"/>
    <w:rsid w:val="0044207C"/>
    <w:rsid w:val="00445970"/>
    <w:rsid w:val="00461EFC"/>
    <w:rsid w:val="004652C2"/>
    <w:rsid w:val="004706D1"/>
    <w:rsid w:val="004711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26F"/>
    <w:rsid w:val="00513B6F"/>
    <w:rsid w:val="00517C63"/>
    <w:rsid w:val="005363C4"/>
    <w:rsid w:val="00536BDE"/>
    <w:rsid w:val="00543ACC"/>
    <w:rsid w:val="0056696D"/>
    <w:rsid w:val="00574BAB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1CAB"/>
    <w:rsid w:val="00696477"/>
    <w:rsid w:val="006A3503"/>
    <w:rsid w:val="006D050F"/>
    <w:rsid w:val="006D6139"/>
    <w:rsid w:val="006E5D65"/>
    <w:rsid w:val="006F0453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335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A5A"/>
    <w:rsid w:val="007F1472"/>
    <w:rsid w:val="007F4155"/>
    <w:rsid w:val="00813B8A"/>
    <w:rsid w:val="0081554D"/>
    <w:rsid w:val="0081707E"/>
    <w:rsid w:val="008217F8"/>
    <w:rsid w:val="008379AF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AEC"/>
    <w:rsid w:val="00916188"/>
    <w:rsid w:val="00923D7D"/>
    <w:rsid w:val="00933817"/>
    <w:rsid w:val="009508DF"/>
    <w:rsid w:val="00950DAC"/>
    <w:rsid w:val="00954A07"/>
    <w:rsid w:val="0095504F"/>
    <w:rsid w:val="00997F14"/>
    <w:rsid w:val="009A78D9"/>
    <w:rsid w:val="009C3E31"/>
    <w:rsid w:val="009C54AE"/>
    <w:rsid w:val="009C788E"/>
    <w:rsid w:val="009D26E5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B02"/>
    <w:rsid w:val="00A84C85"/>
    <w:rsid w:val="00A97DE1"/>
    <w:rsid w:val="00A97DEF"/>
    <w:rsid w:val="00AA6BF8"/>
    <w:rsid w:val="00AB053C"/>
    <w:rsid w:val="00AD1146"/>
    <w:rsid w:val="00AD17BF"/>
    <w:rsid w:val="00AD27D3"/>
    <w:rsid w:val="00AD66D6"/>
    <w:rsid w:val="00AD6AD6"/>
    <w:rsid w:val="00AE1160"/>
    <w:rsid w:val="00AE203C"/>
    <w:rsid w:val="00AE2E74"/>
    <w:rsid w:val="00AE5FCB"/>
    <w:rsid w:val="00AF2C1E"/>
    <w:rsid w:val="00AF5C5C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5B2"/>
    <w:rsid w:val="00BB520A"/>
    <w:rsid w:val="00BC12CA"/>
    <w:rsid w:val="00BD3869"/>
    <w:rsid w:val="00BD66E9"/>
    <w:rsid w:val="00BD6FF4"/>
    <w:rsid w:val="00BD739A"/>
    <w:rsid w:val="00BF2C41"/>
    <w:rsid w:val="00C058B4"/>
    <w:rsid w:val="00C05F44"/>
    <w:rsid w:val="00C131B5"/>
    <w:rsid w:val="00C16ABF"/>
    <w:rsid w:val="00C170AE"/>
    <w:rsid w:val="00C22E15"/>
    <w:rsid w:val="00C26CB7"/>
    <w:rsid w:val="00C324C1"/>
    <w:rsid w:val="00C36992"/>
    <w:rsid w:val="00C56036"/>
    <w:rsid w:val="00C61DC5"/>
    <w:rsid w:val="00C67E92"/>
    <w:rsid w:val="00C700FA"/>
    <w:rsid w:val="00C70A26"/>
    <w:rsid w:val="00C766DF"/>
    <w:rsid w:val="00C94B98"/>
    <w:rsid w:val="00CA2B96"/>
    <w:rsid w:val="00CA5089"/>
    <w:rsid w:val="00CB254D"/>
    <w:rsid w:val="00CD6897"/>
    <w:rsid w:val="00CE5BAC"/>
    <w:rsid w:val="00CF25BE"/>
    <w:rsid w:val="00CF78ED"/>
    <w:rsid w:val="00D02B25"/>
    <w:rsid w:val="00D02EBA"/>
    <w:rsid w:val="00D03105"/>
    <w:rsid w:val="00D17C3C"/>
    <w:rsid w:val="00D26B2C"/>
    <w:rsid w:val="00D352C9"/>
    <w:rsid w:val="00D425B2"/>
    <w:rsid w:val="00D428D6"/>
    <w:rsid w:val="00D552B2"/>
    <w:rsid w:val="00D608D1"/>
    <w:rsid w:val="00D7020F"/>
    <w:rsid w:val="00D74119"/>
    <w:rsid w:val="00D777BB"/>
    <w:rsid w:val="00D8075B"/>
    <w:rsid w:val="00D8678B"/>
    <w:rsid w:val="00DA2114"/>
    <w:rsid w:val="00DC460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97E"/>
    <w:rsid w:val="00E960BB"/>
    <w:rsid w:val="00EA2074"/>
    <w:rsid w:val="00EA4832"/>
    <w:rsid w:val="00EA4E9D"/>
    <w:rsid w:val="00EC1136"/>
    <w:rsid w:val="00EC4899"/>
    <w:rsid w:val="00ED03AB"/>
    <w:rsid w:val="00ED32D2"/>
    <w:rsid w:val="00EE32DE"/>
    <w:rsid w:val="00EE5457"/>
    <w:rsid w:val="00EF4BD0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11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C0CAD"/>
  <w15:docId w15:val="{51565522-DFE9-4BC5-8193-1A93D987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62177-D282-4E8E-8989-1D56C5D4C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8</Pages>
  <Words>2595</Words>
  <Characters>15575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9</cp:revision>
  <cp:lastPrinted>2019-02-06T12:12:00Z</cp:lastPrinted>
  <dcterms:created xsi:type="dcterms:W3CDTF">2022-01-21T11:40:00Z</dcterms:created>
  <dcterms:modified xsi:type="dcterms:W3CDTF">2022-11-29T11:07:00Z</dcterms:modified>
</cp:coreProperties>
</file>